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FABF0" w14:textId="77777777" w:rsidR="00515CC0" w:rsidRPr="007F0CB5" w:rsidRDefault="007F0CB5">
      <w:pPr>
        <w:rPr>
          <w:b/>
          <w:sz w:val="28"/>
          <w:szCs w:val="28"/>
        </w:rPr>
      </w:pPr>
      <w:r w:rsidRPr="007F0CB5">
        <w:rPr>
          <w:b/>
          <w:sz w:val="28"/>
          <w:szCs w:val="28"/>
        </w:rPr>
        <w:t xml:space="preserve">SAE - Who's Lying - </w:t>
      </w:r>
      <w:r w:rsidR="00353310" w:rsidRPr="007F0CB5">
        <w:rPr>
          <w:b/>
          <w:sz w:val="28"/>
          <w:szCs w:val="28"/>
        </w:rPr>
        <w:t>Studio Application</w:t>
      </w:r>
    </w:p>
    <w:p w14:paraId="6B73C89D" w14:textId="77777777" w:rsidR="00353310" w:rsidRDefault="00353310"/>
    <w:p w14:paraId="53E4123E" w14:textId="77777777" w:rsidR="00842CFC" w:rsidRDefault="00353310">
      <w:r>
        <w:t>Below is the assessment rubric for this part of the project.</w:t>
      </w:r>
    </w:p>
    <w:p w14:paraId="6F9CA66B" w14:textId="77777777" w:rsidR="0080110F" w:rsidRDefault="0080110F"/>
    <w:tbl>
      <w:tblPr>
        <w:tblStyle w:val="TableGrid"/>
        <w:tblW w:w="10588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321"/>
        <w:gridCol w:w="1321"/>
        <w:gridCol w:w="1322"/>
        <w:gridCol w:w="1322"/>
        <w:gridCol w:w="1321"/>
        <w:gridCol w:w="1321"/>
      </w:tblGrid>
      <w:tr w:rsidR="0080110F" w:rsidRPr="0074205B" w14:paraId="245E3B55" w14:textId="77777777" w:rsidTr="003E021A">
        <w:trPr>
          <w:cantSplit/>
          <w:trHeight w:val="1408"/>
          <w:jc w:val="center"/>
        </w:trPr>
        <w:tc>
          <w:tcPr>
            <w:tcW w:w="817" w:type="dxa"/>
            <w:textDirection w:val="btLr"/>
            <w:vAlign w:val="center"/>
          </w:tcPr>
          <w:p w14:paraId="67A9452A" w14:textId="77777777" w:rsidR="0080110F" w:rsidRPr="00CD7F99" w:rsidRDefault="0080110F" w:rsidP="003E021A">
            <w:pPr>
              <w:ind w:left="113" w:right="113"/>
              <w:jc w:val="center"/>
              <w:rPr>
                <w:color w:val="0000FF"/>
              </w:rPr>
            </w:pPr>
            <w:r w:rsidRPr="00CD7F99">
              <w:rPr>
                <w:color w:val="0000FF"/>
              </w:rPr>
              <w:t xml:space="preserve">Studio </w:t>
            </w:r>
            <w:proofErr w:type="gramStart"/>
            <w:r w:rsidRPr="00CD7F99">
              <w:rPr>
                <w:color w:val="0000FF"/>
              </w:rPr>
              <w:t xml:space="preserve">Habits   </w:t>
            </w:r>
            <w:proofErr w:type="gramEnd"/>
          </w:p>
        </w:tc>
        <w:tc>
          <w:tcPr>
            <w:tcW w:w="1843" w:type="dxa"/>
            <w:vAlign w:val="center"/>
          </w:tcPr>
          <w:p w14:paraId="63CF447B" w14:textId="77777777" w:rsidR="0080110F" w:rsidRDefault="0080110F" w:rsidP="003E021A">
            <w:pPr>
              <w:jc w:val="center"/>
              <w:rPr>
                <w:color w:val="800000"/>
                <w:sz w:val="28"/>
                <w:szCs w:val="28"/>
              </w:rPr>
            </w:pPr>
            <w:proofErr w:type="gramStart"/>
            <w:r>
              <w:rPr>
                <w:color w:val="800000"/>
                <w:sz w:val="28"/>
                <w:szCs w:val="28"/>
              </w:rPr>
              <w:t>x</w:t>
            </w:r>
            <w:proofErr w:type="gramEnd"/>
            <w:r>
              <w:rPr>
                <w:color w:val="800000"/>
                <w:sz w:val="28"/>
                <w:szCs w:val="28"/>
              </w:rPr>
              <w:t>/60</w:t>
            </w:r>
          </w:p>
          <w:p w14:paraId="218315ED" w14:textId="77777777" w:rsidR="0080110F" w:rsidRPr="00CD7F99" w:rsidRDefault="0080110F" w:rsidP="003E021A">
            <w:pPr>
              <w:jc w:val="center"/>
              <w:rPr>
                <w:color w:val="800000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3CECE683" w14:textId="77777777" w:rsidR="0080110F" w:rsidRPr="0074205B" w:rsidRDefault="0080110F" w:rsidP="003E02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integrated this habit beyond the scope of the project's objectives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6753F904" w14:textId="77777777" w:rsidR="0080110F" w:rsidRPr="0074205B" w:rsidRDefault="0080110F" w:rsidP="003E02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fully demonstrated this habit in your work.</w:t>
            </w:r>
          </w:p>
        </w:tc>
        <w:tc>
          <w:tcPr>
            <w:tcW w:w="1322" w:type="dxa"/>
            <w:vAlign w:val="center"/>
          </w:tcPr>
          <w:p w14:paraId="1B850EF5" w14:textId="77777777" w:rsidR="0080110F" w:rsidRPr="0074205B" w:rsidRDefault="0080110F" w:rsidP="003E02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mostly demonstrated this habit in your work.</w:t>
            </w:r>
          </w:p>
        </w:tc>
        <w:tc>
          <w:tcPr>
            <w:tcW w:w="1322" w:type="dxa"/>
            <w:vAlign w:val="center"/>
          </w:tcPr>
          <w:p w14:paraId="5A9B942F" w14:textId="77777777" w:rsidR="0080110F" w:rsidRPr="0074205B" w:rsidRDefault="0080110F" w:rsidP="003E021A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Your portfolio shows you have partially demonstrated this habit in your work.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1D90BE58" w14:textId="77777777" w:rsidR="0080110F" w:rsidRPr="0074205B" w:rsidRDefault="0080110F" w:rsidP="003E02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are just beginning to demonstrate this habit in your work.</w:t>
            </w:r>
          </w:p>
        </w:tc>
        <w:tc>
          <w:tcPr>
            <w:tcW w:w="1321" w:type="dxa"/>
            <w:vAlign w:val="center"/>
          </w:tcPr>
          <w:p w14:paraId="54E305B1" w14:textId="77777777" w:rsidR="0080110F" w:rsidRPr="0074205B" w:rsidRDefault="0080110F" w:rsidP="003E02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no evidence of this habit</w:t>
            </w:r>
          </w:p>
        </w:tc>
      </w:tr>
      <w:tr w:rsidR="0080110F" w14:paraId="659A53E8" w14:textId="77777777" w:rsidTr="003E021A">
        <w:trPr>
          <w:cantSplit/>
          <w:trHeight w:val="1134"/>
          <w:jc w:val="center"/>
        </w:trPr>
        <w:tc>
          <w:tcPr>
            <w:tcW w:w="817" w:type="dxa"/>
            <w:shd w:val="clear" w:color="auto" w:fill="FDE9D9" w:themeFill="accent6" w:themeFillTint="33"/>
            <w:textDirection w:val="btLr"/>
            <w:vAlign w:val="center"/>
          </w:tcPr>
          <w:p w14:paraId="4E16F229" w14:textId="77777777" w:rsidR="0080110F" w:rsidRPr="0074205B" w:rsidRDefault="0080110F" w:rsidP="003E02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Develop Craft </w:t>
            </w:r>
          </w:p>
        </w:tc>
        <w:tc>
          <w:tcPr>
            <w:tcW w:w="1843" w:type="dxa"/>
            <w:shd w:val="clear" w:color="auto" w:fill="FBD4B4" w:themeFill="accent6" w:themeFillTint="66"/>
          </w:tcPr>
          <w:p w14:paraId="6154F745" w14:textId="77777777" w:rsidR="0080110F" w:rsidRPr="0074205B" w:rsidRDefault="0080110F" w:rsidP="003E021A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>Your artwork shows a developed skill with the media used</w:t>
            </w:r>
            <w:r>
              <w:rPr>
                <w:sz w:val="16"/>
                <w:szCs w:val="16"/>
              </w:rPr>
              <w:t xml:space="preserve"> and </w:t>
            </w:r>
            <w:r w:rsidRPr="00A30BC1">
              <w:rPr>
                <w:b/>
                <w:sz w:val="16"/>
                <w:szCs w:val="16"/>
              </w:rPr>
              <w:t>shows attention to detail and care and skill in construction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139EECE2" w14:textId="77777777" w:rsidR="0080110F" w:rsidRDefault="0080110F" w:rsidP="003E021A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52F25345" w14:textId="77777777" w:rsidR="0080110F" w:rsidRDefault="0080110F" w:rsidP="003E021A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35716E9C" w14:textId="77777777" w:rsidR="0080110F" w:rsidRDefault="0080110F" w:rsidP="003E021A">
            <w:pPr>
              <w:jc w:val="center"/>
            </w:pPr>
            <w: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BAD29C4" w14:textId="77777777" w:rsidR="0080110F" w:rsidRDefault="0080110F" w:rsidP="003E021A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1D282EE7" w14:textId="77777777" w:rsidR="0080110F" w:rsidRDefault="0080110F" w:rsidP="003E021A">
            <w:pPr>
              <w:jc w:val="center"/>
            </w:pPr>
            <w:r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299C2092" w14:textId="77777777" w:rsidR="0080110F" w:rsidRDefault="0080110F" w:rsidP="003E021A">
            <w:pPr>
              <w:jc w:val="center"/>
            </w:pPr>
            <w:r>
              <w:t>5</w:t>
            </w:r>
          </w:p>
        </w:tc>
      </w:tr>
      <w:tr w:rsidR="0080110F" w14:paraId="13040454" w14:textId="77777777" w:rsidTr="003E021A">
        <w:trPr>
          <w:cantSplit/>
          <w:trHeight w:val="1134"/>
          <w:jc w:val="center"/>
        </w:trPr>
        <w:tc>
          <w:tcPr>
            <w:tcW w:w="817" w:type="dxa"/>
            <w:shd w:val="clear" w:color="auto" w:fill="DAEEF3" w:themeFill="accent5" w:themeFillTint="33"/>
            <w:textDirection w:val="btLr"/>
            <w:vAlign w:val="center"/>
          </w:tcPr>
          <w:p w14:paraId="6C91E76F" w14:textId="77777777" w:rsidR="0080110F" w:rsidRPr="0074205B" w:rsidRDefault="0080110F" w:rsidP="003E02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Stretch and </w:t>
            </w:r>
            <w:r w:rsidRPr="0074205B">
              <w:rPr>
                <w:b/>
                <w:sz w:val="16"/>
                <w:szCs w:val="16"/>
              </w:rPr>
              <w:t>Explore</w:t>
            </w:r>
          </w:p>
        </w:tc>
        <w:tc>
          <w:tcPr>
            <w:tcW w:w="1843" w:type="dxa"/>
            <w:shd w:val="clear" w:color="auto" w:fill="B6DDE8" w:themeFill="accent5" w:themeFillTint="66"/>
          </w:tcPr>
          <w:p w14:paraId="34688CB4" w14:textId="77777777" w:rsidR="0080110F" w:rsidRPr="0074205B" w:rsidRDefault="0080110F" w:rsidP="003E02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</w:t>
            </w:r>
            <w:r w:rsidRPr="0074205B">
              <w:rPr>
                <w:sz w:val="16"/>
                <w:szCs w:val="16"/>
              </w:rPr>
              <w:t xml:space="preserve">ou planned and experimented with multiple solutions in order to explore </w:t>
            </w:r>
            <w:r w:rsidRPr="0074205B">
              <w:rPr>
                <w:b/>
                <w:sz w:val="16"/>
                <w:szCs w:val="16"/>
              </w:rPr>
              <w:t>creative possibilities</w:t>
            </w:r>
            <w:r w:rsidRPr="0074205B">
              <w:rPr>
                <w:sz w:val="16"/>
                <w:szCs w:val="16"/>
              </w:rPr>
              <w:t xml:space="preserve"> before deciding on your course of action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29EAA724" w14:textId="77777777" w:rsidR="0080110F" w:rsidRDefault="0080110F" w:rsidP="003E021A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2A1ACA13" w14:textId="77777777" w:rsidR="0080110F" w:rsidRDefault="0080110F" w:rsidP="003E021A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60C70501" w14:textId="77777777" w:rsidR="0080110F" w:rsidRDefault="0080110F" w:rsidP="003E021A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E17E9DA" w14:textId="77777777" w:rsidR="0080110F" w:rsidRDefault="0080110F" w:rsidP="003E021A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06733F05" w14:textId="77777777" w:rsidR="0080110F" w:rsidRDefault="0080110F" w:rsidP="003E021A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0E4548BC" w14:textId="77777777" w:rsidR="0080110F" w:rsidRDefault="0080110F" w:rsidP="003E021A">
            <w:pPr>
              <w:jc w:val="center"/>
            </w:pPr>
            <w:r>
              <w:t>5</w:t>
            </w:r>
          </w:p>
        </w:tc>
      </w:tr>
      <w:tr w:rsidR="0080110F" w14:paraId="1D4A73CA" w14:textId="77777777" w:rsidTr="003E021A">
        <w:trPr>
          <w:cantSplit/>
          <w:trHeight w:val="1134"/>
          <w:jc w:val="center"/>
        </w:trPr>
        <w:tc>
          <w:tcPr>
            <w:tcW w:w="817" w:type="dxa"/>
            <w:shd w:val="clear" w:color="auto" w:fill="E5DFEC" w:themeFill="accent4" w:themeFillTint="33"/>
            <w:textDirection w:val="btLr"/>
            <w:vAlign w:val="center"/>
          </w:tcPr>
          <w:p w14:paraId="1C26CE8E" w14:textId="77777777" w:rsidR="0080110F" w:rsidRPr="0074205B" w:rsidRDefault="0080110F" w:rsidP="003E02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14:paraId="17CECE5E" w14:textId="77777777" w:rsidR="0080110F" w:rsidRPr="0074205B" w:rsidRDefault="0080110F" w:rsidP="003E02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Envision</w:t>
            </w:r>
          </w:p>
          <w:p w14:paraId="73CFA923" w14:textId="77777777" w:rsidR="0080110F" w:rsidRPr="0074205B" w:rsidRDefault="0080110F" w:rsidP="003E02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CCC0D9" w:themeFill="accent4" w:themeFillTint="66"/>
          </w:tcPr>
          <w:p w14:paraId="00989E60" w14:textId="77777777" w:rsidR="0080110F" w:rsidRPr="0074205B" w:rsidRDefault="0080110F" w:rsidP="003E021A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>You develop</w:t>
            </w:r>
            <w:r>
              <w:rPr>
                <w:sz w:val="16"/>
                <w:szCs w:val="16"/>
              </w:rPr>
              <w:t>ed</w:t>
            </w:r>
            <w:r w:rsidRPr="0074205B">
              <w:rPr>
                <w:sz w:val="16"/>
                <w:szCs w:val="16"/>
              </w:rPr>
              <w:t xml:space="preserve"> your initial ideas into a finished artwork</w:t>
            </w:r>
            <w:r>
              <w:rPr>
                <w:sz w:val="16"/>
                <w:szCs w:val="16"/>
              </w:rPr>
              <w:t xml:space="preserve"> and </w:t>
            </w:r>
            <w:r w:rsidRPr="00A30BC1">
              <w:rPr>
                <w:b/>
                <w:sz w:val="16"/>
                <w:szCs w:val="16"/>
              </w:rPr>
              <w:t>you found a unique and personal visual solution that avoided obvious clichés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7A0089AF" w14:textId="77777777" w:rsidR="0080110F" w:rsidRDefault="0080110F" w:rsidP="003E021A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01AF035A" w14:textId="77777777" w:rsidR="0080110F" w:rsidRDefault="0080110F" w:rsidP="003E021A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32204D9E" w14:textId="77777777" w:rsidR="0080110F" w:rsidRDefault="0080110F" w:rsidP="003E021A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C4E698A" w14:textId="77777777" w:rsidR="0080110F" w:rsidRDefault="0080110F" w:rsidP="003E021A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07339406" w14:textId="77777777" w:rsidR="0080110F" w:rsidRDefault="0080110F" w:rsidP="003E021A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60C26931" w14:textId="77777777" w:rsidR="0080110F" w:rsidRDefault="0080110F" w:rsidP="003E021A">
            <w:pPr>
              <w:jc w:val="center"/>
            </w:pPr>
            <w:r>
              <w:t>5</w:t>
            </w:r>
          </w:p>
        </w:tc>
      </w:tr>
      <w:tr w:rsidR="0080110F" w14:paraId="4CF31579" w14:textId="77777777" w:rsidTr="003E021A">
        <w:trPr>
          <w:cantSplit/>
          <w:trHeight w:val="1134"/>
          <w:jc w:val="center"/>
        </w:trPr>
        <w:tc>
          <w:tcPr>
            <w:tcW w:w="817" w:type="dxa"/>
            <w:shd w:val="clear" w:color="auto" w:fill="EAF1DD" w:themeFill="accent3" w:themeFillTint="33"/>
            <w:textDirection w:val="btLr"/>
            <w:vAlign w:val="center"/>
          </w:tcPr>
          <w:p w14:paraId="4C48D0F1" w14:textId="77777777" w:rsidR="0080110F" w:rsidRPr="0074205B" w:rsidRDefault="0080110F" w:rsidP="003E02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14:paraId="20848F1C" w14:textId="77777777" w:rsidR="0080110F" w:rsidRPr="0074205B" w:rsidRDefault="0080110F" w:rsidP="003E02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Express</w:t>
            </w:r>
          </w:p>
          <w:p w14:paraId="1872EBAF" w14:textId="77777777" w:rsidR="0080110F" w:rsidRPr="0074205B" w:rsidRDefault="0080110F" w:rsidP="003E02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14:paraId="0BC84922" w14:textId="77777777" w:rsidR="0080110F" w:rsidRPr="0074205B" w:rsidRDefault="0080110F" w:rsidP="003E02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 considered and integrated all aspects of your composition so that your </w:t>
            </w:r>
            <w:r w:rsidRPr="0074205B">
              <w:rPr>
                <w:sz w:val="16"/>
                <w:szCs w:val="16"/>
              </w:rPr>
              <w:t xml:space="preserve">artwork </w:t>
            </w:r>
            <w:r w:rsidRPr="0074205B">
              <w:rPr>
                <w:b/>
                <w:sz w:val="16"/>
                <w:szCs w:val="16"/>
              </w:rPr>
              <w:t xml:space="preserve">communicates </w:t>
            </w:r>
            <w:r w:rsidRPr="0074205B">
              <w:rPr>
                <w:sz w:val="16"/>
                <w:szCs w:val="16"/>
              </w:rPr>
              <w:t xml:space="preserve">your “big ideas” </w:t>
            </w:r>
            <w:r w:rsidRPr="0074205B">
              <w:rPr>
                <w:b/>
                <w:sz w:val="16"/>
                <w:szCs w:val="16"/>
              </w:rPr>
              <w:t>effectively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1DAA4571" w14:textId="77777777" w:rsidR="0080110F" w:rsidRDefault="0080110F" w:rsidP="003E021A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2836BA59" w14:textId="77777777" w:rsidR="0080110F" w:rsidRDefault="0080110F" w:rsidP="003E021A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5697A7F2" w14:textId="77777777" w:rsidR="0080110F" w:rsidRDefault="0080110F" w:rsidP="003E021A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312D0EC" w14:textId="77777777" w:rsidR="0080110F" w:rsidRDefault="0080110F" w:rsidP="003E021A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53E5B7B0" w14:textId="77777777" w:rsidR="0080110F" w:rsidRDefault="0080110F" w:rsidP="003E021A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2EC4BF7E" w14:textId="77777777" w:rsidR="0080110F" w:rsidRDefault="0080110F" w:rsidP="003E021A">
            <w:pPr>
              <w:jc w:val="center"/>
            </w:pPr>
            <w:r>
              <w:t>5</w:t>
            </w:r>
          </w:p>
        </w:tc>
      </w:tr>
      <w:tr w:rsidR="0080110F" w14:paraId="3FC10D56" w14:textId="77777777" w:rsidTr="003E021A">
        <w:trPr>
          <w:cantSplit/>
          <w:trHeight w:val="1264"/>
          <w:jc w:val="center"/>
        </w:trPr>
        <w:tc>
          <w:tcPr>
            <w:tcW w:w="817" w:type="dxa"/>
            <w:shd w:val="clear" w:color="auto" w:fill="F2DBDB" w:themeFill="accent2" w:themeFillTint="33"/>
            <w:textDirection w:val="btLr"/>
            <w:vAlign w:val="center"/>
          </w:tcPr>
          <w:p w14:paraId="248B8E7D" w14:textId="77777777" w:rsidR="0080110F" w:rsidRPr="0074205B" w:rsidRDefault="0080110F" w:rsidP="003E02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Engage and Persist</w:t>
            </w:r>
          </w:p>
        </w:tc>
        <w:tc>
          <w:tcPr>
            <w:tcW w:w="1843" w:type="dxa"/>
            <w:shd w:val="clear" w:color="auto" w:fill="E5B8B7" w:themeFill="accent2" w:themeFillTint="66"/>
          </w:tcPr>
          <w:p w14:paraId="18E6087C" w14:textId="77777777" w:rsidR="0080110F" w:rsidRPr="0074205B" w:rsidRDefault="0080110F" w:rsidP="003E021A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 xml:space="preserve">You showed persistence in </w:t>
            </w:r>
            <w:r w:rsidRPr="0074205B">
              <w:rPr>
                <w:b/>
                <w:sz w:val="16"/>
                <w:szCs w:val="16"/>
              </w:rPr>
              <w:t>achieving quality</w:t>
            </w:r>
            <w:r w:rsidRPr="0074205B">
              <w:rPr>
                <w:sz w:val="16"/>
                <w:szCs w:val="16"/>
              </w:rPr>
              <w:t xml:space="preserve"> results and refined work based on your own observations and feedback from others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4BE043EE" w14:textId="77777777" w:rsidR="0080110F" w:rsidRDefault="0080110F" w:rsidP="003E021A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759AD4DA" w14:textId="77777777" w:rsidR="0080110F" w:rsidRDefault="0080110F" w:rsidP="003E021A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4FE4B5C4" w14:textId="77777777" w:rsidR="0080110F" w:rsidRDefault="0080110F" w:rsidP="003E021A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41E02BD" w14:textId="77777777" w:rsidR="0080110F" w:rsidRDefault="0080110F" w:rsidP="003E021A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5E5BBAAA" w14:textId="77777777" w:rsidR="0080110F" w:rsidRDefault="0080110F" w:rsidP="003E021A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0014F9D5" w14:textId="77777777" w:rsidR="0080110F" w:rsidRDefault="0080110F" w:rsidP="003E021A">
            <w:pPr>
              <w:jc w:val="center"/>
            </w:pPr>
            <w:r>
              <w:t>5</w:t>
            </w:r>
          </w:p>
        </w:tc>
      </w:tr>
      <w:tr w:rsidR="0080110F" w14:paraId="32DE4003" w14:textId="77777777" w:rsidTr="003E021A">
        <w:trPr>
          <w:cantSplit/>
          <w:trHeight w:val="1264"/>
          <w:jc w:val="center"/>
        </w:trPr>
        <w:tc>
          <w:tcPr>
            <w:tcW w:w="817" w:type="dxa"/>
            <w:shd w:val="clear" w:color="auto" w:fill="B8CCE4" w:themeFill="accent1" w:themeFillTint="66"/>
            <w:textDirection w:val="btLr"/>
            <w:vAlign w:val="center"/>
          </w:tcPr>
          <w:p w14:paraId="6C29757B" w14:textId="77777777" w:rsidR="0080110F" w:rsidRPr="0074205B" w:rsidRDefault="0080110F" w:rsidP="003E02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Reflect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0D8CE3FA" w14:textId="77777777" w:rsidR="0080110F" w:rsidRPr="0074205B" w:rsidRDefault="0080110F" w:rsidP="003E02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Your response shows a clear understanding </w:t>
            </w:r>
            <w:proofErr w:type="gramStart"/>
            <w:r>
              <w:rPr>
                <w:sz w:val="16"/>
                <w:szCs w:val="16"/>
              </w:rPr>
              <w:t>of  how</w:t>
            </w:r>
            <w:proofErr w:type="gramEnd"/>
            <w:r>
              <w:rPr>
                <w:sz w:val="16"/>
                <w:szCs w:val="16"/>
              </w:rPr>
              <w:t xml:space="preserve"> your artwork works visually and </w:t>
            </w:r>
            <w:r w:rsidRPr="00A30BC1">
              <w:rPr>
                <w:b/>
                <w:sz w:val="16"/>
                <w:szCs w:val="16"/>
              </w:rPr>
              <w:t>how it fits in with the theme of the project.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71129DB2" w14:textId="77777777" w:rsidR="0080110F" w:rsidRDefault="0080110F" w:rsidP="003E021A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7238B87C" w14:textId="77777777" w:rsidR="0080110F" w:rsidRDefault="0080110F" w:rsidP="003E021A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050A72F3" w14:textId="77777777" w:rsidR="0080110F" w:rsidRDefault="0080110F" w:rsidP="003E021A">
            <w:pPr>
              <w:jc w:val="center"/>
            </w:pPr>
            <w: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CE8782A" w14:textId="77777777" w:rsidR="0080110F" w:rsidRDefault="0080110F" w:rsidP="003E021A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7D56E3AE" w14:textId="77777777" w:rsidR="0080110F" w:rsidRDefault="0080110F" w:rsidP="003E021A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0969974E" w14:textId="77777777" w:rsidR="0080110F" w:rsidRDefault="0080110F" w:rsidP="003E021A">
            <w:pPr>
              <w:jc w:val="center"/>
            </w:pPr>
            <w:r>
              <w:t>5</w:t>
            </w:r>
          </w:p>
        </w:tc>
      </w:tr>
    </w:tbl>
    <w:p w14:paraId="134A812B" w14:textId="77777777" w:rsidR="0080110F" w:rsidRDefault="0080110F"/>
    <w:p w14:paraId="2C4A0C70" w14:textId="77777777" w:rsidR="00842CFC" w:rsidRPr="00842CFC" w:rsidRDefault="00842CFC" w:rsidP="00842CFC"/>
    <w:p w14:paraId="2FCBF8E9" w14:textId="77777777" w:rsidR="00842CFC" w:rsidRPr="00842CFC" w:rsidRDefault="00842CFC" w:rsidP="00842CFC"/>
    <w:p w14:paraId="3F18BC6A" w14:textId="77777777" w:rsidR="00842CFC" w:rsidRPr="00842CFC" w:rsidRDefault="00842CFC" w:rsidP="00842CFC"/>
    <w:p w14:paraId="33010A12" w14:textId="77777777" w:rsidR="007F0CB5" w:rsidRPr="0080110F" w:rsidRDefault="0080110F" w:rsidP="007F0CB5">
      <w:pPr>
        <w:rPr>
          <w:b/>
          <w:sz w:val="36"/>
          <w:szCs w:val="36"/>
        </w:rPr>
      </w:pPr>
      <w:r>
        <w:rPr>
          <w:b/>
          <w:sz w:val="36"/>
          <w:szCs w:val="36"/>
        </w:rPr>
        <w:t>Essential Question</w:t>
      </w:r>
    </w:p>
    <w:p w14:paraId="49EC2D07" w14:textId="77777777" w:rsidR="007F0CB5" w:rsidRPr="0080110F" w:rsidRDefault="007F0CB5" w:rsidP="007F0CB5">
      <w:pPr>
        <w:rPr>
          <w:b/>
          <w:sz w:val="36"/>
          <w:szCs w:val="36"/>
        </w:rPr>
      </w:pPr>
    </w:p>
    <w:p w14:paraId="0488533E" w14:textId="77777777" w:rsidR="007F0CB5" w:rsidRPr="0080110F" w:rsidRDefault="007F0CB5" w:rsidP="007F0CB5">
      <w:pPr>
        <w:rPr>
          <w:sz w:val="36"/>
          <w:szCs w:val="36"/>
        </w:rPr>
      </w:pPr>
      <w:r w:rsidRPr="0080110F">
        <w:rPr>
          <w:sz w:val="36"/>
          <w:szCs w:val="36"/>
        </w:rPr>
        <w:t>How is investigating the Point-of View critical to understanding an artwork?</w:t>
      </w:r>
    </w:p>
    <w:p w14:paraId="7CEE2200" w14:textId="77777777" w:rsidR="0080110F" w:rsidRDefault="0080110F" w:rsidP="007F0CB5">
      <w:pPr>
        <w:rPr>
          <w:b/>
        </w:rPr>
      </w:pPr>
      <w:bookmarkStart w:id="0" w:name="_GoBack"/>
      <w:bookmarkEnd w:id="0"/>
    </w:p>
    <w:p w14:paraId="569B47D8" w14:textId="77777777" w:rsidR="007F0CB5" w:rsidRDefault="007F0CB5" w:rsidP="007F0CB5">
      <w:r w:rsidRPr="007F0CB5">
        <w:rPr>
          <w:b/>
        </w:rPr>
        <w:t xml:space="preserve">Objective </w:t>
      </w:r>
      <w:r>
        <w:t xml:space="preserve">- To use the style of Social Realism to make an artwork </w:t>
      </w:r>
      <w:r w:rsidR="0080110F">
        <w:t xml:space="preserve">that </w:t>
      </w:r>
      <w:r w:rsidR="0080110F" w:rsidRPr="0080110F">
        <w:rPr>
          <w:b/>
          <w:color w:val="660066"/>
        </w:rPr>
        <w:t>DOCUMENTS</w:t>
      </w:r>
      <w:r w:rsidR="0080110F">
        <w:t xml:space="preserve"> or </w:t>
      </w:r>
      <w:r w:rsidR="0080110F" w:rsidRPr="0080110F">
        <w:rPr>
          <w:b/>
          <w:color w:val="008000"/>
        </w:rPr>
        <w:t>PERSUADES</w:t>
      </w:r>
      <w:r w:rsidR="0080110F">
        <w:t xml:space="preserve"> </w:t>
      </w:r>
      <w:r>
        <w:t xml:space="preserve">about </w:t>
      </w:r>
      <w:r w:rsidR="0080110F">
        <w:t xml:space="preserve">a </w:t>
      </w:r>
      <w:r>
        <w:t>relevant real-world issue.</w:t>
      </w:r>
    </w:p>
    <w:p w14:paraId="1E200E66" w14:textId="77777777" w:rsidR="007F0CB5" w:rsidRDefault="007F0CB5" w:rsidP="007F0CB5"/>
    <w:p w14:paraId="4ED52C3B" w14:textId="77777777" w:rsidR="007F0CB5" w:rsidRDefault="007F0CB5" w:rsidP="007F0CB5">
      <w:r w:rsidRPr="007F0CB5">
        <w:rPr>
          <w:b/>
        </w:rPr>
        <w:t>Media</w:t>
      </w:r>
      <w:r>
        <w:t xml:space="preserve"> - </w:t>
      </w:r>
      <w:r w:rsidR="0080110F">
        <w:t xml:space="preserve">Primary media </w:t>
      </w:r>
      <w:proofErr w:type="gramStart"/>
      <w:r w:rsidR="0080110F">
        <w:t xml:space="preserve">= </w:t>
      </w:r>
      <w:r>
        <w:t xml:space="preserve"> 2D</w:t>
      </w:r>
      <w:proofErr w:type="gramEnd"/>
      <w:r>
        <w:t xml:space="preserve"> </w:t>
      </w:r>
      <w:r w:rsidR="0080110F">
        <w:t>drawing media</w:t>
      </w:r>
      <w:r>
        <w:t xml:space="preserve"> that you wish</w:t>
      </w:r>
    </w:p>
    <w:p w14:paraId="630EB0B8" w14:textId="77777777" w:rsidR="0080110F" w:rsidRDefault="0080110F" w:rsidP="007F0CB5">
      <w:r>
        <w:tab/>
        <w:t xml:space="preserve">  Secondary media = any additional media that you wish (ex. collage)</w:t>
      </w:r>
    </w:p>
    <w:p w14:paraId="459E6227" w14:textId="77777777" w:rsidR="007F0CB5" w:rsidRDefault="007F0CB5" w:rsidP="007F0CB5"/>
    <w:p w14:paraId="68284DCE" w14:textId="77777777" w:rsidR="007F0CB5" w:rsidRDefault="007F0CB5" w:rsidP="007F0CB5"/>
    <w:p w14:paraId="6D3DB74B" w14:textId="77777777" w:rsidR="007F0CB5" w:rsidRDefault="007F0CB5" w:rsidP="007F0CB5"/>
    <w:p w14:paraId="73ADA1D1" w14:textId="77777777" w:rsidR="007F0CB5" w:rsidRPr="007F0CB5" w:rsidRDefault="007F0CB5" w:rsidP="007F0CB5">
      <w:pPr>
        <w:rPr>
          <w:b/>
        </w:rPr>
      </w:pPr>
      <w:r w:rsidRPr="007F0CB5">
        <w:rPr>
          <w:b/>
        </w:rPr>
        <w:t>Studio Preparation</w:t>
      </w:r>
    </w:p>
    <w:p w14:paraId="6725CC94" w14:textId="77777777" w:rsidR="007F0CB5" w:rsidRDefault="007F0CB5" w:rsidP="007F0CB5"/>
    <w:p w14:paraId="30263B22" w14:textId="77777777" w:rsidR="007F0CB5" w:rsidRDefault="007F0CB5" w:rsidP="007F0CB5">
      <w:pPr>
        <w:pStyle w:val="ListParagraph"/>
        <w:numPr>
          <w:ilvl w:val="0"/>
          <w:numId w:val="2"/>
        </w:numPr>
      </w:pPr>
      <w:r>
        <w:t>Brainstorm some issues that you feel passionate about, or that you would like to do more about.</w:t>
      </w:r>
    </w:p>
    <w:p w14:paraId="45B75A5F" w14:textId="77777777" w:rsidR="007F0CB5" w:rsidRDefault="007F0CB5" w:rsidP="007F0CB5"/>
    <w:p w14:paraId="2612D23E" w14:textId="77777777" w:rsidR="007F0CB5" w:rsidRDefault="0080110F" w:rsidP="007F0CB5">
      <w:pPr>
        <w:pStyle w:val="ListParagraph"/>
        <w:numPr>
          <w:ilvl w:val="0"/>
          <w:numId w:val="2"/>
        </w:numPr>
      </w:pPr>
      <w:proofErr w:type="gramStart"/>
      <w:r>
        <w:t>using</w:t>
      </w:r>
      <w:proofErr w:type="gramEnd"/>
      <w:r>
        <w:t xml:space="preserve"> thumbnail sketches, </w:t>
      </w:r>
      <w:r w:rsidR="007F0CB5">
        <w:t>develop at least 3 of those ideas (or 3 alternative possibilities for 1 idea)</w:t>
      </w:r>
    </w:p>
    <w:p w14:paraId="3B18654C" w14:textId="77777777" w:rsidR="007F0CB5" w:rsidRDefault="007F0CB5" w:rsidP="007F0CB5"/>
    <w:p w14:paraId="31F2E71B" w14:textId="77777777" w:rsidR="007F0CB5" w:rsidRDefault="007F0CB5" w:rsidP="007F0CB5">
      <w:pPr>
        <w:pStyle w:val="ListParagraph"/>
        <w:numPr>
          <w:ilvl w:val="0"/>
          <w:numId w:val="2"/>
        </w:numPr>
      </w:pPr>
      <w:proofErr w:type="gramStart"/>
      <w:r>
        <w:t>make</w:t>
      </w:r>
      <w:proofErr w:type="gramEnd"/>
      <w:r>
        <w:t xml:space="preserve"> some compositional sketches (at least 5 variations) </w:t>
      </w:r>
    </w:p>
    <w:p w14:paraId="4E98D01F" w14:textId="77777777" w:rsidR="007F0CB5" w:rsidRDefault="007F0CB5" w:rsidP="007F0CB5"/>
    <w:p w14:paraId="577522E1" w14:textId="77777777" w:rsidR="007F0CB5" w:rsidRDefault="007F0CB5" w:rsidP="007F0CB5">
      <w:pPr>
        <w:pStyle w:val="ListParagraph"/>
        <w:numPr>
          <w:ilvl w:val="0"/>
          <w:numId w:val="2"/>
        </w:numPr>
      </w:pPr>
      <w:proofErr w:type="gramStart"/>
      <w:r>
        <w:t>do</w:t>
      </w:r>
      <w:proofErr w:type="gramEnd"/>
      <w:r>
        <w:t xml:space="preserve"> some media experiments if you are using a new media</w:t>
      </w:r>
    </w:p>
    <w:p w14:paraId="43C807FA" w14:textId="77777777" w:rsidR="007F0CB5" w:rsidRDefault="007F0CB5" w:rsidP="007F0CB5"/>
    <w:p w14:paraId="6BE6CD6C" w14:textId="77777777" w:rsidR="007F0CB5" w:rsidRDefault="007F0CB5" w:rsidP="007F0CB5"/>
    <w:p w14:paraId="10638CA4" w14:textId="77777777" w:rsidR="007F0CB5" w:rsidRPr="007F0CB5" w:rsidRDefault="007F0CB5" w:rsidP="007F0CB5">
      <w:pPr>
        <w:rPr>
          <w:b/>
        </w:rPr>
      </w:pPr>
      <w:r w:rsidRPr="007F0CB5">
        <w:rPr>
          <w:b/>
        </w:rPr>
        <w:t>Studio Production</w:t>
      </w:r>
    </w:p>
    <w:p w14:paraId="56173257" w14:textId="77777777" w:rsidR="007F0CB5" w:rsidRDefault="007F0CB5" w:rsidP="007F0CB5"/>
    <w:p w14:paraId="52F30760" w14:textId="77777777" w:rsidR="007F0CB5" w:rsidRDefault="007F0CB5" w:rsidP="007F0CB5">
      <w:pPr>
        <w:pStyle w:val="ListParagraph"/>
        <w:numPr>
          <w:ilvl w:val="0"/>
          <w:numId w:val="3"/>
        </w:numPr>
      </w:pPr>
      <w:r>
        <w:t xml:space="preserve">Make </w:t>
      </w:r>
      <w:r w:rsidR="0080110F">
        <w:t>3</w:t>
      </w:r>
      <w:r>
        <w:t xml:space="preserve"> artwork</w:t>
      </w:r>
      <w:r w:rsidR="0080110F">
        <w:t>s</w:t>
      </w:r>
      <w:r>
        <w:t>.</w:t>
      </w:r>
    </w:p>
    <w:p w14:paraId="506ECA90" w14:textId="77777777" w:rsidR="0080110F" w:rsidRDefault="0080110F" w:rsidP="007F0CB5">
      <w:pPr>
        <w:pStyle w:val="ListParagraph"/>
        <w:numPr>
          <w:ilvl w:val="0"/>
          <w:numId w:val="3"/>
        </w:numPr>
      </w:pPr>
      <w:proofErr w:type="gramStart"/>
      <w:r>
        <w:t>choose</w:t>
      </w:r>
      <w:proofErr w:type="gramEnd"/>
      <w:r>
        <w:t xml:space="preserve"> the one you feel does the best job of meeting the objectives of the project</w:t>
      </w:r>
    </w:p>
    <w:p w14:paraId="455DC43D" w14:textId="77777777" w:rsidR="007F0CB5" w:rsidRDefault="007F0CB5" w:rsidP="007F0CB5"/>
    <w:p w14:paraId="393E2E67" w14:textId="77777777" w:rsidR="007F0CB5" w:rsidRDefault="007F0CB5" w:rsidP="007F0CB5"/>
    <w:p w14:paraId="218701E2" w14:textId="77777777" w:rsidR="00842CFC" w:rsidRDefault="00842CFC" w:rsidP="00842CFC">
      <w:pPr>
        <w:ind w:firstLine="720"/>
      </w:pPr>
    </w:p>
    <w:p w14:paraId="535FF41F" w14:textId="77777777" w:rsidR="00842CFC" w:rsidRDefault="00842CFC" w:rsidP="00842CFC">
      <w:pPr>
        <w:ind w:firstLine="720"/>
      </w:pPr>
    </w:p>
    <w:p w14:paraId="23252BDF" w14:textId="77777777" w:rsidR="00842CFC" w:rsidRDefault="00842CFC" w:rsidP="00842CFC">
      <w:pPr>
        <w:ind w:firstLine="720"/>
      </w:pPr>
    </w:p>
    <w:p w14:paraId="6410BEFC" w14:textId="77777777" w:rsidR="00842CFC" w:rsidRDefault="00842CFC" w:rsidP="00842CFC">
      <w:pPr>
        <w:ind w:firstLine="720"/>
      </w:pPr>
    </w:p>
    <w:p w14:paraId="717BB37E" w14:textId="77777777" w:rsidR="00842CFC" w:rsidRDefault="00842CFC" w:rsidP="00842CFC">
      <w:pPr>
        <w:ind w:firstLine="720"/>
      </w:pPr>
    </w:p>
    <w:p w14:paraId="31A1E2D5" w14:textId="77777777" w:rsidR="00842CFC" w:rsidRDefault="00842CFC" w:rsidP="00842CFC">
      <w:pPr>
        <w:ind w:firstLine="720"/>
      </w:pPr>
    </w:p>
    <w:p w14:paraId="2A87DB2C" w14:textId="77777777" w:rsidR="00842CFC" w:rsidRPr="00842CFC" w:rsidRDefault="00842CFC" w:rsidP="00842CFC">
      <w:pPr>
        <w:ind w:firstLine="720"/>
      </w:pPr>
    </w:p>
    <w:sectPr w:rsidR="00842CFC" w:rsidRPr="00842CFC" w:rsidSect="005123B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C5E3C"/>
    <w:multiLevelType w:val="hybridMultilevel"/>
    <w:tmpl w:val="C1C8C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C4DBA"/>
    <w:multiLevelType w:val="hybridMultilevel"/>
    <w:tmpl w:val="3F16A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2936B2"/>
    <w:multiLevelType w:val="hybridMultilevel"/>
    <w:tmpl w:val="7E82A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CB5"/>
    <w:rsid w:val="0003594C"/>
    <w:rsid w:val="00151531"/>
    <w:rsid w:val="00353310"/>
    <w:rsid w:val="005123BC"/>
    <w:rsid w:val="00515CC0"/>
    <w:rsid w:val="00640CE5"/>
    <w:rsid w:val="007A59A2"/>
    <w:rsid w:val="007B7DE0"/>
    <w:rsid w:val="007F0CB5"/>
    <w:rsid w:val="0080110F"/>
    <w:rsid w:val="00842CFC"/>
    <w:rsid w:val="00882B10"/>
    <w:rsid w:val="00A910B4"/>
    <w:rsid w:val="00D94EC4"/>
    <w:rsid w:val="00F31E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23A5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studio%20app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91DF94-D629-834D-B3D2-B506D379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studio app 2013.dotx</Template>
  <TotalTime>1</TotalTime>
  <Pages>2</Pages>
  <Words>352</Words>
  <Characters>2007</Characters>
  <Application>Microsoft Macintosh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cp:lastPrinted>2012-09-24T01:42:00Z</cp:lastPrinted>
  <dcterms:created xsi:type="dcterms:W3CDTF">2016-01-15T06:22:00Z</dcterms:created>
  <dcterms:modified xsi:type="dcterms:W3CDTF">2016-01-15T06:22:00Z</dcterms:modified>
</cp:coreProperties>
</file>